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>Załącznik nr 1.5 do Zarządzenia Rektora UR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5B4FC482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B0543">
        <w:rPr>
          <w:rFonts w:ascii="Corbel" w:hAnsi="Corbel"/>
          <w:b/>
          <w:smallCaps/>
          <w:sz w:val="24"/>
          <w:szCs w:val="24"/>
        </w:rPr>
        <w:t>2022-2024</w:t>
      </w:r>
    </w:p>
    <w:p w14:paraId="3211D591" w14:textId="1675C619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1B0543">
        <w:rPr>
          <w:rFonts w:ascii="Corbel" w:hAnsi="Corbel"/>
          <w:sz w:val="20"/>
          <w:szCs w:val="20"/>
        </w:rPr>
        <w:t>3</w:t>
      </w:r>
      <w:r w:rsidRPr="00C063BC">
        <w:rPr>
          <w:rFonts w:ascii="Corbel" w:hAnsi="Corbel"/>
          <w:sz w:val="20"/>
          <w:szCs w:val="20"/>
        </w:rPr>
        <w:t>/202</w:t>
      </w:r>
      <w:r w:rsidR="001B0543">
        <w:rPr>
          <w:rFonts w:ascii="Corbel" w:hAnsi="Corbel"/>
          <w:sz w:val="20"/>
          <w:szCs w:val="20"/>
        </w:rPr>
        <w:t>4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FE510AA" w:rsidR="0085747A" w:rsidRPr="00C063BC" w:rsidRDefault="00511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F3D638E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1B0543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2850FFD" w:rsidR="00015B8F" w:rsidRPr="00C063BC" w:rsidRDefault="007F7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E12B5F6" w:rsidR="0085747A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5742C041" w:rsidR="00C61DC5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7BEEF" w14:textId="77777777" w:rsidR="00BC2630" w:rsidRDefault="00BC2630" w:rsidP="00C16ABF">
      <w:pPr>
        <w:spacing w:after="0" w:line="240" w:lineRule="auto"/>
      </w:pPr>
      <w:r>
        <w:separator/>
      </w:r>
    </w:p>
  </w:endnote>
  <w:endnote w:type="continuationSeparator" w:id="0">
    <w:p w14:paraId="72FCCA6E" w14:textId="77777777" w:rsidR="00BC2630" w:rsidRDefault="00BC26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E845" w14:textId="77777777" w:rsidR="00BC2630" w:rsidRDefault="00BC2630" w:rsidP="00C16ABF">
      <w:pPr>
        <w:spacing w:after="0" w:line="240" w:lineRule="auto"/>
      </w:pPr>
      <w:r>
        <w:separator/>
      </w:r>
    </w:p>
  </w:footnote>
  <w:footnote w:type="continuationSeparator" w:id="0">
    <w:p w14:paraId="1B857CA4" w14:textId="77777777" w:rsidR="00BC2630" w:rsidRDefault="00BC2630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168165">
    <w:abstractNumId w:val="1"/>
  </w:num>
  <w:num w:numId="2" w16cid:durableId="260452472">
    <w:abstractNumId w:val="2"/>
  </w:num>
  <w:num w:numId="3" w16cid:durableId="1274904358">
    <w:abstractNumId w:val="0"/>
  </w:num>
  <w:num w:numId="4" w16cid:durableId="18993217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54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0C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1C19"/>
    <w:rsid w:val="00513B6F"/>
    <w:rsid w:val="00517C63"/>
    <w:rsid w:val="005363C4"/>
    <w:rsid w:val="00536BDE"/>
    <w:rsid w:val="00543ACC"/>
    <w:rsid w:val="0056696D"/>
    <w:rsid w:val="00577E5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9C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09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4D9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2630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B10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52EB2-35AB-4E38-8869-5EA375A5636A}"/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81D635-EFA5-4563-AC67-BA25DCEAA2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931</Words>
  <Characters>5590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2020-12-13T20:39:00Z</dcterms:created>
  <dcterms:modified xsi:type="dcterms:W3CDTF">2022-05-31T05:13:00Z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